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7731699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C7141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41215A37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D7AA7" w:rsidRPr="00B7627D">
        <w:rPr>
          <w:rFonts w:cstheme="minorHAnsi"/>
          <w:noProof/>
          <w:szCs w:val="18"/>
          <w:lang w:eastAsia="pl-PL"/>
        </w:rPr>
        <w:t>POST/DYS/OW/GZ/04230/2025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D7AA7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40CF6E1F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D7AA7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15F23F8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8D7AA7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28470400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D7AA7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8D7AA7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299BE15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8D7AA7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8D7AA7" w:rsidRPr="00B7627D">
        <w:rPr>
          <w:rFonts w:cstheme="minorHAnsi"/>
          <w:b/>
          <w:noProof/>
        </w:rPr>
        <w:t>POST/DYS/OW/GZ/04230/2025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5DD0A961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D7AA7" w:rsidRPr="00B7627D">
        <w:rPr>
          <w:rFonts w:cstheme="minorHAnsi"/>
          <w:noProof/>
          <w:lang w:eastAsia="pl-PL"/>
        </w:rPr>
        <w:t>POST/DYS/OW/GZ/04230/2025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D7AA7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6CFD97F9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D7AA7" w:rsidRPr="00B7627D">
        <w:rPr>
          <w:rFonts w:cstheme="minorHAnsi"/>
          <w:noProof/>
          <w:lang w:eastAsia="pl-PL"/>
        </w:rPr>
        <w:t>POST/DYS/OW/GZ/04230/2025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D7AA7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FFCED0E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8D7AA7" w:rsidRPr="00B7627D">
        <w:rPr>
          <w:rFonts w:cstheme="minorHAnsi"/>
          <w:noProof/>
          <w:lang w:eastAsia="pl-PL"/>
        </w:rPr>
        <w:t>POST/DYS/OW/GZ/04230/2025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8D7AA7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0DBD8F6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D7AA7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R8 Gmina Raszyn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4B7334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D7AA7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POST/DYS/OW/GZ/04230/2025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927"/>
    <w:rsid w:val="00185AAB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7141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46FE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4230_zał nr 4, 6, 7, 8, 11 do SWZ.docx</dmsv2BaseFileName>
    <dmsv2BaseDisplayName xmlns="http://schemas.microsoft.com/sharepoint/v3">4230_zał nr 4, 6, 7, 8, 11 do SWZ</dmsv2BaseDisplayName>
    <dmsv2SWPP2ObjectNumber xmlns="http://schemas.microsoft.com/sharepoint/v3">POST/DYS/OW/GZ/04230/2025                         </dmsv2SWPP2ObjectNumber>
    <dmsv2SWPP2SumMD5 xmlns="http://schemas.microsoft.com/sharepoint/v3">c81ec67ec30d330a091bb45146b797ab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699798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23845182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DPFVW34YURAE-834641568-2953</_dlc_DocId>
    <_dlc_DocIdUrl xmlns="a19cb1c7-c5c7-46d4-85ae-d83685407bba">
      <Url>https://swpp2.dms.gkpge.pl/sites/40/_layouts/15/DocIdRedir.aspx?ID=DPFVW34YURAE-834641568-2953</Url>
      <Description>DPFVW34YURAE-834641568-2953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CF342E4-B250-4256-95EF-8F84D4C67A6B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DC62F71-A972-4A64-AC4A-A8E8C9ED498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5175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2025-11-25T10:55:00Z</dcterms:created>
  <dcterms:modified xsi:type="dcterms:W3CDTF">2025-11-25T11:46:00Z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48832651-112f-4f82-b5c7-418079b13558</vt:lpwstr>
  </property>
</Properties>
</file>